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F1A" w:rsidRPr="00DC6F1A" w:rsidRDefault="00DC6F1A" w:rsidP="00DC6F1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C6F1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C6F1A" w:rsidRDefault="00DC6F1A" w:rsidP="00756F61">
      <w:pPr>
        <w:rPr>
          <w:rFonts w:ascii="Tahoma" w:hAnsi="Tahoma" w:cs="Tahoma"/>
          <w:b/>
        </w:rPr>
      </w:pPr>
    </w:p>
    <w:p w:rsidR="00BF7E67" w:rsidRPr="00756F61" w:rsidRDefault="004B2750" w:rsidP="00756F61">
      <w:pPr>
        <w:rPr>
          <w:rFonts w:ascii="Tahoma" w:hAnsi="Tahoma" w:cs="Tahoma"/>
          <w:b/>
        </w:rPr>
      </w:pPr>
      <w:r w:rsidRPr="00756F61">
        <w:rPr>
          <w:rFonts w:ascii="Tahoma" w:hAnsi="Tahoma" w:cs="Tahoma"/>
          <w:b/>
        </w:rPr>
        <w:t>50</w:t>
      </w:r>
      <w:r w:rsidR="003C78C2" w:rsidRPr="00756F61">
        <w:rPr>
          <w:rFonts w:ascii="Tahoma" w:hAnsi="Tahoma" w:cs="Tahoma"/>
          <w:b/>
        </w:rPr>
        <w:t>/</w:t>
      </w:r>
      <w:r w:rsidRPr="00756F61">
        <w:rPr>
          <w:rFonts w:ascii="Tahoma" w:hAnsi="Tahoma" w:cs="Tahoma"/>
          <w:b/>
        </w:rPr>
        <w:t>09</w:t>
      </w:r>
      <w:r w:rsidR="0055252F" w:rsidRPr="00756F61">
        <w:rPr>
          <w:rFonts w:ascii="Tahoma" w:hAnsi="Tahoma" w:cs="Tahoma"/>
          <w:b/>
        </w:rPr>
        <w:t xml:space="preserve"> </w:t>
      </w:r>
      <w:r w:rsidR="00053C5A" w:rsidRPr="00756F61">
        <w:rPr>
          <w:rFonts w:ascii="Tahoma" w:hAnsi="Tahoma" w:cs="Tahoma"/>
          <w:b/>
        </w:rPr>
        <w:t xml:space="preserve">odbor </w:t>
      </w:r>
      <w:r w:rsidR="00661595" w:rsidRPr="00756F61">
        <w:rPr>
          <w:rFonts w:ascii="Tahoma" w:hAnsi="Tahoma" w:cs="Tahoma"/>
          <w:b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661595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12A6D" w:rsidRPr="005E0400" w:rsidRDefault="00612A6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24550" w:rsidRDefault="00BE0D03" w:rsidP="00EF6D5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Individuální dotace – Jednota Karla Havlíčka </w:t>
      </w:r>
      <w:proofErr w:type="gramStart"/>
      <w:r>
        <w:rPr>
          <w:rFonts w:ascii="Tahoma" w:hAnsi="Tahoma" w:cs="Tahoma"/>
          <w:b/>
          <w:u w:val="single"/>
        </w:rPr>
        <w:t>Borovského, z. s.</w:t>
      </w:r>
      <w:proofErr w:type="gramEnd"/>
    </w:p>
    <w:p w:rsidR="006D4895" w:rsidRPr="00814204" w:rsidRDefault="00BB2FDB" w:rsidP="00EF6D5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Základní škola Strakonice, Dukelská 166 – žádost o souhlas s přijetím finančního daru</w:t>
      </w: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9003A" w:rsidRPr="005E0400" w:rsidRDefault="0079003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BE0D03">
        <w:rPr>
          <w:rFonts w:ascii="Tahoma" w:hAnsi="Tahoma" w:cs="Tahoma"/>
          <w:sz w:val="20"/>
          <w:szCs w:val="20"/>
        </w:rPr>
        <w:t>22</w:t>
      </w:r>
      <w:r w:rsidR="00814204">
        <w:rPr>
          <w:rFonts w:ascii="Tahoma" w:hAnsi="Tahoma" w:cs="Tahoma"/>
          <w:sz w:val="20"/>
          <w:szCs w:val="20"/>
        </w:rPr>
        <w:t>.</w:t>
      </w:r>
      <w:r w:rsidR="002E261F">
        <w:rPr>
          <w:rFonts w:ascii="Tahoma" w:hAnsi="Tahoma" w:cs="Tahoma"/>
          <w:sz w:val="20"/>
          <w:szCs w:val="20"/>
        </w:rPr>
        <w:t xml:space="preserve"> </w:t>
      </w:r>
      <w:r w:rsidR="00814204">
        <w:rPr>
          <w:rFonts w:ascii="Tahoma" w:hAnsi="Tahoma" w:cs="Tahoma"/>
          <w:sz w:val="20"/>
          <w:szCs w:val="20"/>
        </w:rPr>
        <w:t>září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661595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10EE1" w:rsidRDefault="006615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FF6E34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61595">
        <w:rPr>
          <w:rFonts w:ascii="Tahoma" w:hAnsi="Tahoma" w:cs="Tahoma"/>
          <w:sz w:val="20"/>
          <w:szCs w:val="20"/>
        </w:rPr>
        <w:t>odboru</w:t>
      </w:r>
    </w:p>
    <w:p w:rsidR="00814204" w:rsidRDefault="0081420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814204" w:rsidRPr="00814204" w:rsidRDefault="00BE0D03" w:rsidP="00756F61">
      <w:pPr>
        <w:pStyle w:val="Nadpis2"/>
        <w:numPr>
          <w:ilvl w:val="0"/>
          <w:numId w:val="11"/>
        </w:numPr>
        <w:ind w:left="426" w:hanging="426"/>
      </w:pPr>
      <w:r>
        <w:lastRenderedPageBreak/>
        <w:t xml:space="preserve">Individuální dotace – Jednota Karla Havlíčka </w:t>
      </w:r>
      <w:proofErr w:type="gramStart"/>
      <w:r>
        <w:t>Borovského, z. s.</w:t>
      </w:r>
      <w:proofErr w:type="gramEnd"/>
    </w:p>
    <w:p w:rsidR="00610EE1" w:rsidRPr="00BE0D03" w:rsidRDefault="00610EE1" w:rsidP="00610EE1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BE0D03" w:rsidRDefault="00BE0D03" w:rsidP="00BE0D03">
      <w:pPr>
        <w:jc w:val="both"/>
        <w:rPr>
          <w:rFonts w:ascii="Tahoma" w:hAnsi="Tahoma" w:cs="Tahoma"/>
          <w:sz w:val="20"/>
          <w:szCs w:val="20"/>
        </w:rPr>
      </w:pPr>
    </w:p>
    <w:p w:rsidR="00BE0D03" w:rsidRPr="005F6077" w:rsidRDefault="00BE0D03" w:rsidP="00BE0D03">
      <w:pPr>
        <w:jc w:val="both"/>
        <w:rPr>
          <w:rFonts w:ascii="Tahoma" w:hAnsi="Tahoma" w:cs="Tahoma"/>
          <w:b/>
          <w:sz w:val="20"/>
          <w:szCs w:val="20"/>
        </w:rPr>
      </w:pPr>
      <w:r w:rsidRPr="005F6077">
        <w:rPr>
          <w:rFonts w:ascii="Tahoma" w:hAnsi="Tahoma" w:cs="Tahoma"/>
          <w:b/>
          <w:sz w:val="20"/>
          <w:szCs w:val="20"/>
        </w:rPr>
        <w:t>Návrh usnesení:</w:t>
      </w:r>
    </w:p>
    <w:p w:rsidR="00BE0D03" w:rsidRPr="005E0400" w:rsidRDefault="00BE0D03" w:rsidP="00BE0D03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E0D03" w:rsidRDefault="00BE0D03" w:rsidP="00BE0D03">
      <w:pPr>
        <w:jc w:val="both"/>
        <w:rPr>
          <w:rFonts w:ascii="Tahoma" w:hAnsi="Tahoma" w:cs="Tahoma"/>
          <w:sz w:val="20"/>
          <w:szCs w:val="20"/>
        </w:rPr>
      </w:pPr>
    </w:p>
    <w:p w:rsidR="00BE0D03" w:rsidRPr="002479D3" w:rsidRDefault="00BE0D03" w:rsidP="00BE0D03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2479D3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Souhlasí</w:t>
      </w:r>
    </w:p>
    <w:p w:rsidR="00BE0D03" w:rsidRDefault="00BE0D03" w:rsidP="00BE0D0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poskytnutím individuální dotace Jednotě Karla Havlíčka Borovského,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Arch. Dubského 966, 386 01 Strakonice, IČO 02367246 na dopravu do městyse Havlíčkova Borová dne 4. 9. 2021 ve výši </w:t>
      </w:r>
      <w:r>
        <w:rPr>
          <w:rFonts w:ascii="Tahoma" w:hAnsi="Tahoma" w:cs="Tahoma"/>
          <w:sz w:val="20"/>
          <w:szCs w:val="20"/>
        </w:rPr>
        <w:br/>
        <w:t xml:space="preserve">12 382 Kč. </w:t>
      </w:r>
    </w:p>
    <w:p w:rsidR="00BE0D03" w:rsidRPr="002479D3" w:rsidRDefault="00BE0D03" w:rsidP="00BE0D03">
      <w:pPr>
        <w:jc w:val="both"/>
        <w:rPr>
          <w:rFonts w:ascii="Tahoma" w:hAnsi="Tahoma" w:cs="Tahoma"/>
          <w:sz w:val="20"/>
          <w:szCs w:val="20"/>
        </w:rPr>
      </w:pPr>
    </w:p>
    <w:p w:rsidR="00BE0D03" w:rsidRPr="00C02D06" w:rsidRDefault="00BE0D03" w:rsidP="00BE0D03">
      <w:pPr>
        <w:pStyle w:val="Nadpis3"/>
        <w:rPr>
          <w:rFonts w:ascii="Tahoma" w:hAnsi="Tahoma" w:cs="Tahoma"/>
          <w:sz w:val="20"/>
        </w:rPr>
      </w:pPr>
      <w:r w:rsidRPr="00C02D06">
        <w:rPr>
          <w:rFonts w:ascii="Tahoma" w:hAnsi="Tahoma" w:cs="Tahoma"/>
          <w:sz w:val="20"/>
        </w:rPr>
        <w:t xml:space="preserve">II. </w:t>
      </w:r>
      <w:r>
        <w:rPr>
          <w:rFonts w:ascii="Tahoma" w:hAnsi="Tahoma" w:cs="Tahoma"/>
          <w:sz w:val="20"/>
        </w:rPr>
        <w:t>Souhlasí</w:t>
      </w:r>
    </w:p>
    <w:p w:rsidR="00BE0D03" w:rsidRDefault="00BE0D03" w:rsidP="00BE0D03">
      <w:pPr>
        <w:jc w:val="both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 xml:space="preserve">s uzavřením </w:t>
      </w:r>
      <w:r>
        <w:rPr>
          <w:rFonts w:ascii="Tahoma" w:hAnsi="Tahoma" w:cs="Tahoma"/>
          <w:sz w:val="20"/>
          <w:szCs w:val="20"/>
        </w:rPr>
        <w:t xml:space="preserve">předmětné </w:t>
      </w:r>
      <w:r w:rsidRPr="00C02D06">
        <w:rPr>
          <w:rFonts w:ascii="Tahoma" w:hAnsi="Tahoma" w:cs="Tahoma"/>
          <w:sz w:val="20"/>
          <w:szCs w:val="20"/>
        </w:rPr>
        <w:t xml:space="preserve">veřejnoprávní smlouvy.  </w:t>
      </w:r>
    </w:p>
    <w:p w:rsidR="00BE0D03" w:rsidRPr="00C02D06" w:rsidRDefault="00BE0D03" w:rsidP="00BE0D03">
      <w:pPr>
        <w:jc w:val="both"/>
        <w:rPr>
          <w:rFonts w:ascii="Tahoma" w:hAnsi="Tahoma" w:cs="Tahoma"/>
          <w:sz w:val="20"/>
          <w:szCs w:val="20"/>
        </w:rPr>
      </w:pPr>
    </w:p>
    <w:p w:rsidR="00BE0D03" w:rsidRPr="00C02D06" w:rsidRDefault="00BE0D03" w:rsidP="00BE0D03">
      <w:pPr>
        <w:pStyle w:val="Nadpis3"/>
        <w:rPr>
          <w:rFonts w:ascii="Tahoma" w:hAnsi="Tahoma" w:cs="Tahoma"/>
          <w:sz w:val="20"/>
        </w:rPr>
      </w:pPr>
      <w:r w:rsidRPr="00C02D06">
        <w:rPr>
          <w:rFonts w:ascii="Tahoma" w:hAnsi="Tahoma" w:cs="Tahoma"/>
          <w:sz w:val="20"/>
        </w:rPr>
        <w:t xml:space="preserve">III. </w:t>
      </w:r>
      <w:r>
        <w:rPr>
          <w:rFonts w:ascii="Tahoma" w:hAnsi="Tahoma" w:cs="Tahoma"/>
          <w:sz w:val="20"/>
        </w:rPr>
        <w:t>Pověřuje</w:t>
      </w:r>
    </w:p>
    <w:p w:rsidR="00BE0D03" w:rsidRPr="00C02D06" w:rsidRDefault="00BE0D03" w:rsidP="00BE0D03">
      <w:pPr>
        <w:jc w:val="both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9400B4" w:rsidRDefault="009400B4">
      <w:pPr>
        <w:rPr>
          <w:rFonts w:ascii="Tahoma" w:hAnsi="Tahoma" w:cs="Tahoma"/>
          <w:sz w:val="20"/>
          <w:szCs w:val="20"/>
        </w:rPr>
      </w:pPr>
    </w:p>
    <w:p w:rsidR="009400B4" w:rsidRDefault="009400B4" w:rsidP="009400B4">
      <w:pPr>
        <w:pStyle w:val="Nadpis2"/>
        <w:jc w:val="both"/>
        <w:rPr>
          <w:rFonts w:cs="Tahoma"/>
        </w:rPr>
      </w:pPr>
      <w:r>
        <w:rPr>
          <w:rFonts w:cs="Tahoma"/>
        </w:rPr>
        <w:t>2) Základní škola Strakonice, Dukelská 166 – žádost o souhlas s přijetím finančního daru</w:t>
      </w:r>
    </w:p>
    <w:p w:rsidR="009400B4" w:rsidRDefault="009400B4" w:rsidP="009400B4">
      <w:pPr>
        <w:jc w:val="both"/>
        <w:rPr>
          <w:rFonts w:ascii="Tahoma" w:hAnsi="Tahoma" w:cs="Tahoma"/>
          <w:i/>
          <w:sz w:val="20"/>
          <w:szCs w:val="20"/>
        </w:rPr>
      </w:pPr>
    </w:p>
    <w:p w:rsidR="009400B4" w:rsidRDefault="009400B4" w:rsidP="009400B4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9400B4" w:rsidRDefault="009400B4" w:rsidP="009400B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po projednání </w:t>
      </w:r>
    </w:p>
    <w:p w:rsidR="009400B4" w:rsidRDefault="009400B4" w:rsidP="009400B4">
      <w:pPr>
        <w:jc w:val="both"/>
        <w:rPr>
          <w:rFonts w:ascii="Tahoma" w:hAnsi="Tahoma" w:cs="Tahoma"/>
          <w:sz w:val="20"/>
          <w:szCs w:val="20"/>
        </w:rPr>
      </w:pPr>
    </w:p>
    <w:p w:rsidR="009400B4" w:rsidRDefault="009400B4" w:rsidP="009400B4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:rsidR="009400B4" w:rsidRDefault="009400B4" w:rsidP="009400B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přijetí</w:t>
      </w:r>
      <w:r w:rsidR="006D4895">
        <w:rPr>
          <w:rFonts w:ascii="Tahoma" w:hAnsi="Tahoma" w:cs="Tahoma"/>
          <w:sz w:val="20"/>
          <w:szCs w:val="20"/>
        </w:rPr>
        <w:t xml:space="preserve">m finančního daru ve výši 58.800 </w:t>
      </w:r>
      <w:r>
        <w:rPr>
          <w:rFonts w:ascii="Tahoma" w:hAnsi="Tahoma" w:cs="Tahoma"/>
          <w:sz w:val="20"/>
          <w:szCs w:val="20"/>
        </w:rPr>
        <w:t>Kč od WOMEN FOR WOMEN, o.p.s., Vlastislavova 152/4, Praha 4, který bude použit na uhrazení st</w:t>
      </w:r>
      <w:r w:rsidR="00951C6D">
        <w:rPr>
          <w:rFonts w:ascii="Tahoma" w:hAnsi="Tahoma" w:cs="Tahoma"/>
          <w:sz w:val="20"/>
          <w:szCs w:val="20"/>
        </w:rPr>
        <w:t>ravného ve školní jídelně při Základní škole</w:t>
      </w:r>
      <w:r w:rsidR="00E622D2">
        <w:rPr>
          <w:rFonts w:ascii="Tahoma" w:hAnsi="Tahoma" w:cs="Tahoma"/>
          <w:sz w:val="20"/>
          <w:szCs w:val="20"/>
        </w:rPr>
        <w:t xml:space="preserve"> Strakonice,</w:t>
      </w:r>
      <w:r>
        <w:rPr>
          <w:rFonts w:ascii="Tahoma" w:hAnsi="Tahoma" w:cs="Tahoma"/>
          <w:sz w:val="20"/>
          <w:szCs w:val="20"/>
        </w:rPr>
        <w:t xml:space="preserve"> Dukelská 166 pro 13 žáků v rámci charitativního projektu Obědy pro d</w:t>
      </w:r>
      <w:r w:rsidR="006D4895">
        <w:rPr>
          <w:rFonts w:ascii="Tahoma" w:hAnsi="Tahoma" w:cs="Tahoma"/>
          <w:sz w:val="20"/>
          <w:szCs w:val="20"/>
        </w:rPr>
        <w:t xml:space="preserve">ěti, a to v období od </w:t>
      </w:r>
      <w:proofErr w:type="gramStart"/>
      <w:r w:rsidR="006D4895">
        <w:rPr>
          <w:rFonts w:ascii="Tahoma" w:hAnsi="Tahoma" w:cs="Tahoma"/>
          <w:sz w:val="20"/>
          <w:szCs w:val="20"/>
        </w:rPr>
        <w:t>01.10.2021</w:t>
      </w:r>
      <w:proofErr w:type="gramEnd"/>
      <w:r w:rsidR="006D4895">
        <w:rPr>
          <w:rFonts w:ascii="Tahoma" w:hAnsi="Tahoma" w:cs="Tahoma"/>
          <w:sz w:val="20"/>
          <w:szCs w:val="20"/>
        </w:rPr>
        <w:t xml:space="preserve"> do 30.06.2022</w:t>
      </w:r>
      <w:r>
        <w:rPr>
          <w:rFonts w:ascii="Tahoma" w:hAnsi="Tahoma" w:cs="Tahoma"/>
          <w:sz w:val="20"/>
          <w:szCs w:val="20"/>
        </w:rPr>
        <w:t>.</w:t>
      </w:r>
    </w:p>
    <w:p w:rsidR="009400B4" w:rsidRDefault="009400B4" w:rsidP="009400B4">
      <w:pPr>
        <w:jc w:val="both"/>
        <w:rPr>
          <w:rFonts w:ascii="Tahoma" w:hAnsi="Tahoma" w:cs="Tahoma"/>
          <w:sz w:val="20"/>
          <w:szCs w:val="20"/>
        </w:rPr>
      </w:pPr>
    </w:p>
    <w:p w:rsidR="009400B4" w:rsidRDefault="009400B4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9400B4" w:rsidSect="00E315E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ED80C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CA554F"/>
    <w:multiLevelType w:val="hybridMultilevel"/>
    <w:tmpl w:val="187CBE10"/>
    <w:lvl w:ilvl="0" w:tplc="5ACCAA9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457389"/>
    <w:multiLevelType w:val="hybridMultilevel"/>
    <w:tmpl w:val="250A44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D41FC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3A74985"/>
    <w:multiLevelType w:val="hybridMultilevel"/>
    <w:tmpl w:val="81AAB5E0"/>
    <w:lvl w:ilvl="0" w:tplc="5ACCAA98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3D5656"/>
    <w:multiLevelType w:val="hybridMultilevel"/>
    <w:tmpl w:val="E9FC23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0D"/>
    <w:rsid w:val="00007156"/>
    <w:rsid w:val="00007711"/>
    <w:rsid w:val="00010022"/>
    <w:rsid w:val="00024550"/>
    <w:rsid w:val="00027D34"/>
    <w:rsid w:val="00050C2A"/>
    <w:rsid w:val="00053C5A"/>
    <w:rsid w:val="00076794"/>
    <w:rsid w:val="00077160"/>
    <w:rsid w:val="000905A3"/>
    <w:rsid w:val="00092561"/>
    <w:rsid w:val="00095C23"/>
    <w:rsid w:val="000A38EC"/>
    <w:rsid w:val="000C3A7B"/>
    <w:rsid w:val="000D6D22"/>
    <w:rsid w:val="000E4495"/>
    <w:rsid w:val="000F1F56"/>
    <w:rsid w:val="00110121"/>
    <w:rsid w:val="00144568"/>
    <w:rsid w:val="001664C1"/>
    <w:rsid w:val="00167116"/>
    <w:rsid w:val="00192150"/>
    <w:rsid w:val="001B5661"/>
    <w:rsid w:val="001C2D1A"/>
    <w:rsid w:val="001D5D6E"/>
    <w:rsid w:val="001D75D4"/>
    <w:rsid w:val="001E6E95"/>
    <w:rsid w:val="002110ED"/>
    <w:rsid w:val="00226B99"/>
    <w:rsid w:val="00231105"/>
    <w:rsid w:val="002B22CE"/>
    <w:rsid w:val="002C4EA3"/>
    <w:rsid w:val="002D3CC1"/>
    <w:rsid w:val="002E261F"/>
    <w:rsid w:val="00310D39"/>
    <w:rsid w:val="00313ACC"/>
    <w:rsid w:val="003174B8"/>
    <w:rsid w:val="0033052B"/>
    <w:rsid w:val="00341891"/>
    <w:rsid w:val="00382620"/>
    <w:rsid w:val="0038348E"/>
    <w:rsid w:val="00390423"/>
    <w:rsid w:val="003949D0"/>
    <w:rsid w:val="003C1734"/>
    <w:rsid w:val="003C78C2"/>
    <w:rsid w:val="003D7520"/>
    <w:rsid w:val="003D79A6"/>
    <w:rsid w:val="004123D6"/>
    <w:rsid w:val="004202CE"/>
    <w:rsid w:val="004312F3"/>
    <w:rsid w:val="00441973"/>
    <w:rsid w:val="00454A9C"/>
    <w:rsid w:val="00464C89"/>
    <w:rsid w:val="004817F9"/>
    <w:rsid w:val="00485BD5"/>
    <w:rsid w:val="004B2750"/>
    <w:rsid w:val="004B3387"/>
    <w:rsid w:val="004B348F"/>
    <w:rsid w:val="004B3F3E"/>
    <w:rsid w:val="004B743F"/>
    <w:rsid w:val="004D0A2F"/>
    <w:rsid w:val="004D40B9"/>
    <w:rsid w:val="004E5FC1"/>
    <w:rsid w:val="004E714C"/>
    <w:rsid w:val="004F66C2"/>
    <w:rsid w:val="00503E1A"/>
    <w:rsid w:val="0052451A"/>
    <w:rsid w:val="005442BD"/>
    <w:rsid w:val="0055252F"/>
    <w:rsid w:val="0056453B"/>
    <w:rsid w:val="005855F3"/>
    <w:rsid w:val="005946CE"/>
    <w:rsid w:val="005B73DA"/>
    <w:rsid w:val="005E0400"/>
    <w:rsid w:val="005E2D1C"/>
    <w:rsid w:val="005F5908"/>
    <w:rsid w:val="00610678"/>
    <w:rsid w:val="00610EE1"/>
    <w:rsid w:val="00612A6D"/>
    <w:rsid w:val="00634E2A"/>
    <w:rsid w:val="0064354E"/>
    <w:rsid w:val="00650098"/>
    <w:rsid w:val="00651F82"/>
    <w:rsid w:val="00661595"/>
    <w:rsid w:val="00664C13"/>
    <w:rsid w:val="00664E33"/>
    <w:rsid w:val="00667789"/>
    <w:rsid w:val="00674C02"/>
    <w:rsid w:val="00675A07"/>
    <w:rsid w:val="00680D43"/>
    <w:rsid w:val="006A5244"/>
    <w:rsid w:val="006B35C6"/>
    <w:rsid w:val="006B7D22"/>
    <w:rsid w:val="006C4EB0"/>
    <w:rsid w:val="006D4895"/>
    <w:rsid w:val="006D641E"/>
    <w:rsid w:val="006F090E"/>
    <w:rsid w:val="006F1089"/>
    <w:rsid w:val="006F6DF3"/>
    <w:rsid w:val="006F79B3"/>
    <w:rsid w:val="007179E1"/>
    <w:rsid w:val="0072651C"/>
    <w:rsid w:val="007341D0"/>
    <w:rsid w:val="0073756A"/>
    <w:rsid w:val="007509EF"/>
    <w:rsid w:val="00756F61"/>
    <w:rsid w:val="0078050D"/>
    <w:rsid w:val="00785012"/>
    <w:rsid w:val="0079003A"/>
    <w:rsid w:val="007A2A11"/>
    <w:rsid w:val="007B3292"/>
    <w:rsid w:val="007B444A"/>
    <w:rsid w:val="007B650E"/>
    <w:rsid w:val="007C2712"/>
    <w:rsid w:val="007F4A2B"/>
    <w:rsid w:val="00812462"/>
    <w:rsid w:val="00814204"/>
    <w:rsid w:val="008216BC"/>
    <w:rsid w:val="00823DCE"/>
    <w:rsid w:val="00827C8B"/>
    <w:rsid w:val="00837464"/>
    <w:rsid w:val="008378C6"/>
    <w:rsid w:val="0085066D"/>
    <w:rsid w:val="00885E4C"/>
    <w:rsid w:val="00887371"/>
    <w:rsid w:val="00896F55"/>
    <w:rsid w:val="00897AC9"/>
    <w:rsid w:val="008B081B"/>
    <w:rsid w:val="008E2F1A"/>
    <w:rsid w:val="008E4AB8"/>
    <w:rsid w:val="008E6A45"/>
    <w:rsid w:val="00900976"/>
    <w:rsid w:val="00911A1B"/>
    <w:rsid w:val="0093026C"/>
    <w:rsid w:val="009400B4"/>
    <w:rsid w:val="00951C6D"/>
    <w:rsid w:val="0097752D"/>
    <w:rsid w:val="00977825"/>
    <w:rsid w:val="00995DC6"/>
    <w:rsid w:val="009E26DB"/>
    <w:rsid w:val="009E4A4A"/>
    <w:rsid w:val="009E5A15"/>
    <w:rsid w:val="009E6A28"/>
    <w:rsid w:val="009E6E19"/>
    <w:rsid w:val="00A01D00"/>
    <w:rsid w:val="00A3046D"/>
    <w:rsid w:val="00A31B8E"/>
    <w:rsid w:val="00A432F0"/>
    <w:rsid w:val="00A64F95"/>
    <w:rsid w:val="00A65C16"/>
    <w:rsid w:val="00A65E29"/>
    <w:rsid w:val="00AC26C6"/>
    <w:rsid w:val="00AC2ED1"/>
    <w:rsid w:val="00AD3F03"/>
    <w:rsid w:val="00AE0AED"/>
    <w:rsid w:val="00AE44D2"/>
    <w:rsid w:val="00AF5344"/>
    <w:rsid w:val="00B02239"/>
    <w:rsid w:val="00B21534"/>
    <w:rsid w:val="00B25A42"/>
    <w:rsid w:val="00B27049"/>
    <w:rsid w:val="00B3685F"/>
    <w:rsid w:val="00B62197"/>
    <w:rsid w:val="00BA1AAF"/>
    <w:rsid w:val="00BA406A"/>
    <w:rsid w:val="00BB1CD1"/>
    <w:rsid w:val="00BB2FDB"/>
    <w:rsid w:val="00BB383D"/>
    <w:rsid w:val="00BC022E"/>
    <w:rsid w:val="00BC1ADB"/>
    <w:rsid w:val="00BC4E95"/>
    <w:rsid w:val="00BC6234"/>
    <w:rsid w:val="00BD20EF"/>
    <w:rsid w:val="00BD4E90"/>
    <w:rsid w:val="00BE0D03"/>
    <w:rsid w:val="00BF41BD"/>
    <w:rsid w:val="00BF7E67"/>
    <w:rsid w:val="00C1136F"/>
    <w:rsid w:val="00C27D7C"/>
    <w:rsid w:val="00C71014"/>
    <w:rsid w:val="00C74536"/>
    <w:rsid w:val="00CA6784"/>
    <w:rsid w:val="00CB0D7C"/>
    <w:rsid w:val="00CB26E4"/>
    <w:rsid w:val="00CB647F"/>
    <w:rsid w:val="00CC31AB"/>
    <w:rsid w:val="00CC3723"/>
    <w:rsid w:val="00CC388E"/>
    <w:rsid w:val="00CE3941"/>
    <w:rsid w:val="00CF78B8"/>
    <w:rsid w:val="00D031F9"/>
    <w:rsid w:val="00D13DC6"/>
    <w:rsid w:val="00D3245F"/>
    <w:rsid w:val="00D3719E"/>
    <w:rsid w:val="00D631DA"/>
    <w:rsid w:val="00D73809"/>
    <w:rsid w:val="00D77B83"/>
    <w:rsid w:val="00D85A98"/>
    <w:rsid w:val="00D860D0"/>
    <w:rsid w:val="00DB2AB3"/>
    <w:rsid w:val="00DC6F1A"/>
    <w:rsid w:val="00DD437D"/>
    <w:rsid w:val="00DE1456"/>
    <w:rsid w:val="00DE657F"/>
    <w:rsid w:val="00E07ADA"/>
    <w:rsid w:val="00E14923"/>
    <w:rsid w:val="00E315E9"/>
    <w:rsid w:val="00E446D7"/>
    <w:rsid w:val="00E4766A"/>
    <w:rsid w:val="00E57773"/>
    <w:rsid w:val="00E622D2"/>
    <w:rsid w:val="00E64084"/>
    <w:rsid w:val="00E67649"/>
    <w:rsid w:val="00E80D98"/>
    <w:rsid w:val="00EA2EE5"/>
    <w:rsid w:val="00ED4F19"/>
    <w:rsid w:val="00F43658"/>
    <w:rsid w:val="00F60377"/>
    <w:rsid w:val="00F65CA3"/>
    <w:rsid w:val="00F71921"/>
    <w:rsid w:val="00F77DE0"/>
    <w:rsid w:val="00F87333"/>
    <w:rsid w:val="00FA11F8"/>
    <w:rsid w:val="00FB1C0B"/>
    <w:rsid w:val="00FB2015"/>
    <w:rsid w:val="00FC1F26"/>
    <w:rsid w:val="00FD57E4"/>
    <w:rsid w:val="00FD7EF8"/>
    <w:rsid w:val="00FF041E"/>
    <w:rsid w:val="00FF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B3CDC"/>
  <w15:chartTrackingRefBased/>
  <w15:docId w15:val="{42222807-3248-4233-966B-21356B77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492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56F61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Tahoma" w:hAnsi="Tahoma" w:cs="Tahoma"/>
      <w:b/>
      <w:bCs/>
    </w:rPr>
  </w:style>
  <w:style w:type="paragraph" w:styleId="Nadpis2">
    <w:name w:val="heading 2"/>
    <w:basedOn w:val="Normln"/>
    <w:next w:val="Normln"/>
    <w:link w:val="Nadpis2Char"/>
    <w:qFormat/>
    <w:rsid w:val="00756F6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756F61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661595"/>
    <w:rPr>
      <w:b/>
      <w:bCs/>
    </w:rPr>
  </w:style>
  <w:style w:type="paragraph" w:styleId="Zkladntext">
    <w:name w:val="Body Text"/>
    <w:basedOn w:val="Normln"/>
    <w:link w:val="ZkladntextChar"/>
    <w:semiHidden/>
    <w:rsid w:val="007341D0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7341D0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7341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341D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56F61"/>
    <w:rPr>
      <w:rFonts w:ascii="Tahoma" w:hAnsi="Tahoma" w:cs="Tahoma"/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97752D"/>
    <w:rPr>
      <w:b/>
      <w:bCs/>
      <w:sz w:val="24"/>
      <w:szCs w:val="26"/>
      <w:u w:val="single"/>
    </w:rPr>
  </w:style>
  <w:style w:type="paragraph" w:styleId="Normlnweb">
    <w:name w:val="Normal (Web)"/>
    <w:basedOn w:val="Normln"/>
    <w:uiPriority w:val="99"/>
    <w:semiHidden/>
    <w:unhideWhenUsed/>
    <w:rsid w:val="00EA2EE5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6D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D22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10EE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06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62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2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512F3-0B1F-491C-A16D-A5AF4084C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203</TotalTime>
  <Pages>2</Pages>
  <Words>201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14</cp:revision>
  <cp:lastPrinted>2021-09-15T06:15:00Z</cp:lastPrinted>
  <dcterms:created xsi:type="dcterms:W3CDTF">2021-09-14T05:40:00Z</dcterms:created>
  <dcterms:modified xsi:type="dcterms:W3CDTF">2021-09-16T11:52:00Z</dcterms:modified>
</cp:coreProperties>
</file>